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EE8DA2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DA223C">
        <w:rPr>
          <w:b/>
          <w:color w:val="FF5200" w:themeColor="accent2"/>
          <w:sz w:val="36"/>
          <w:szCs w:val="36"/>
        </w:rPr>
        <w:t>názvem „</w:t>
      </w:r>
      <w:r w:rsidR="00DA223C" w:rsidRPr="00DA223C">
        <w:rPr>
          <w:b/>
          <w:color w:val="FF5200" w:themeColor="accent2"/>
          <w:sz w:val="36"/>
          <w:szCs w:val="36"/>
        </w:rPr>
        <w:t xml:space="preserve">Nákup ročního předplatného pro platformu </w:t>
      </w:r>
      <w:proofErr w:type="spellStart"/>
      <w:r w:rsidR="00DA223C" w:rsidRPr="00DA223C">
        <w:rPr>
          <w:b/>
          <w:color w:val="FF5200" w:themeColor="accent2"/>
          <w:sz w:val="36"/>
          <w:szCs w:val="36"/>
        </w:rPr>
        <w:t>Atlassian</w:t>
      </w:r>
      <w:proofErr w:type="spellEnd"/>
      <w:r w:rsidR="0031280B" w:rsidRPr="00DA223C">
        <w:rPr>
          <w:b/>
          <w:color w:val="FF5200" w:themeColor="accent2"/>
          <w:sz w:val="36"/>
          <w:szCs w:val="36"/>
        </w:rPr>
        <w:t>“</w:t>
      </w:r>
      <w:r w:rsidR="000128D4" w:rsidRPr="00DA223C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A223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DA223C" w:rsidRPr="00DA223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DA223C" w:rsidRPr="00DA223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74303/2025-SŽ-GŘ-O25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FC3272B" w14:textId="10970F84" w:rsidR="00D13016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7020626" w:history="1">
            <w:r w:rsidR="00D13016" w:rsidRPr="005A06FC">
              <w:rPr>
                <w:rStyle w:val="Hypertextovodkaz"/>
                <w:noProof/>
              </w:rPr>
              <w:t>Kapitola 1.</w:t>
            </w:r>
            <w:r w:rsidR="00D1301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13016" w:rsidRPr="005A06FC">
              <w:rPr>
                <w:rStyle w:val="Hypertextovodkaz"/>
                <w:noProof/>
              </w:rPr>
              <w:t>Základní údaje k nabídce</w:t>
            </w:r>
            <w:r w:rsidR="00D13016">
              <w:rPr>
                <w:noProof/>
                <w:webHidden/>
              </w:rPr>
              <w:tab/>
            </w:r>
            <w:r w:rsidR="00D13016">
              <w:rPr>
                <w:noProof/>
                <w:webHidden/>
              </w:rPr>
              <w:fldChar w:fldCharType="begin"/>
            </w:r>
            <w:r w:rsidR="00D13016">
              <w:rPr>
                <w:noProof/>
                <w:webHidden/>
              </w:rPr>
              <w:instrText xml:space="preserve"> PAGEREF _Toc207020626 \h </w:instrText>
            </w:r>
            <w:r w:rsidR="00D13016">
              <w:rPr>
                <w:noProof/>
                <w:webHidden/>
              </w:rPr>
            </w:r>
            <w:r w:rsidR="00D13016">
              <w:rPr>
                <w:noProof/>
                <w:webHidden/>
              </w:rPr>
              <w:fldChar w:fldCharType="separate"/>
            </w:r>
            <w:r w:rsidR="00450015">
              <w:rPr>
                <w:noProof/>
                <w:webHidden/>
              </w:rPr>
              <w:t>2</w:t>
            </w:r>
            <w:r w:rsidR="00D13016">
              <w:rPr>
                <w:noProof/>
                <w:webHidden/>
              </w:rPr>
              <w:fldChar w:fldCharType="end"/>
            </w:r>
          </w:hyperlink>
        </w:p>
        <w:p w14:paraId="0CC2823A" w14:textId="099F982F" w:rsidR="00D13016" w:rsidRDefault="00D1301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020627" w:history="1">
            <w:r w:rsidRPr="005A06F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A06F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_Toc207020627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001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AAA3D" w14:textId="286D17E1" w:rsidR="00D13016" w:rsidRDefault="00D1301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020628" w:history="1">
            <w:r w:rsidRPr="005A06F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A06F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_Toc207020628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001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19E5B" w14:textId="53FF4967" w:rsidR="00D13016" w:rsidRDefault="00D1301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020629" w:history="1">
            <w:r w:rsidRPr="005A06F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A06F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_Toc207020629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001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4EBBE" w14:textId="0DF26456" w:rsidR="00D13016" w:rsidRDefault="00D1301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020630" w:history="1">
            <w:r w:rsidRPr="005A06F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A06F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_Toc207020630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001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2493F7" w14:textId="44C51088" w:rsidR="00D13016" w:rsidRDefault="00D1301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7020631" w:history="1">
            <w:r w:rsidRPr="005A06F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A06FC">
              <w:rPr>
                <w:rStyle w:val="Hypertextovodkaz"/>
                <w:noProof/>
              </w:rPr>
              <w:t>Čestné</w:t>
            </w:r>
            <w:r w:rsidRPr="005A06F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_Toc207020631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001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D4D508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7020626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FCB55D0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BC2975">
        <w:t>zadávanou</w:t>
      </w:r>
      <w:r w:rsidR="004C76E9" w:rsidRPr="00BC2975">
        <w:t xml:space="preserve"> jako </w:t>
      </w:r>
      <w:r w:rsidR="000128D4" w:rsidRPr="00BC2975">
        <w:rPr>
          <w:rFonts w:eastAsia="Times New Roman" w:cs="Times New Roman"/>
          <w:lang w:eastAsia="cs-CZ"/>
        </w:rPr>
        <w:t>podlimitní sektorovou veřejnou zakázku</w:t>
      </w:r>
      <w:r w:rsidR="00BC2975" w:rsidRPr="00BC2975">
        <w:rPr>
          <w:rFonts w:eastAsia="Times New Roman" w:cs="Times New Roman"/>
          <w:lang w:eastAsia="cs-CZ"/>
        </w:rPr>
        <w:t>,</w:t>
      </w:r>
      <w:r w:rsidR="00BC2975">
        <w:rPr>
          <w:rFonts w:eastAsia="Times New Roman" w:cs="Times New Roman"/>
          <w:lang w:eastAsia="cs-CZ"/>
        </w:rPr>
        <w:t xml:space="preserve"> </w:t>
      </w:r>
      <w:r>
        <w:t>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5001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5001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7020627"/>
      <w:r>
        <w:lastRenderedPageBreak/>
        <w:t>Ceník</w:t>
      </w:r>
      <w:bookmarkEnd w:id="1"/>
    </w:p>
    <w:p w14:paraId="05CFC7F3" w14:textId="77777777" w:rsidR="00BC2975" w:rsidRPr="00FB4E35" w:rsidRDefault="002072A0" w:rsidP="00BC2975">
      <w:pPr>
        <w:rPr>
          <w:rStyle w:val="Siln"/>
          <w:b w:val="0"/>
          <w:bCs w:val="0"/>
        </w:rPr>
      </w:pPr>
      <w:r w:rsidRPr="00BC2975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BC2975">
        <w:rPr>
          <w:rStyle w:val="Siln"/>
          <w:b w:val="0"/>
          <w:bCs w:val="0"/>
        </w:rPr>
        <w:t>2</w:t>
      </w:r>
      <w:r w:rsidRPr="00BC2975">
        <w:rPr>
          <w:rStyle w:val="Siln"/>
          <w:b w:val="0"/>
          <w:bCs w:val="0"/>
        </w:rPr>
        <w:t xml:space="preserve"> </w:t>
      </w:r>
      <w:r w:rsidR="00BC2975" w:rsidRPr="00BC2975">
        <w:rPr>
          <w:rStyle w:val="Siln"/>
          <w:b w:val="0"/>
          <w:bCs w:val="0"/>
        </w:rPr>
        <w:t>závazného</w:t>
      </w:r>
      <w:r w:rsidR="00BC2975" w:rsidRPr="00FB4E35">
        <w:rPr>
          <w:rStyle w:val="Siln"/>
          <w:b w:val="0"/>
          <w:bCs w:val="0"/>
        </w:rPr>
        <w:t xml:space="preserve"> vzoru smlouvy.</w:t>
      </w:r>
    </w:p>
    <w:p w14:paraId="5386E731" w14:textId="0F365D24" w:rsidR="00427650" w:rsidRDefault="00427650" w:rsidP="00BC2975">
      <w:pPr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702062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702062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702063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702063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sectPr w:rsidR="002126E7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043AE" w14:textId="0A8ADAB3" w:rsidR="00DA223C" w:rsidRDefault="00DA22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12EE6" w14:textId="03951D1F" w:rsidR="00DA223C" w:rsidRDefault="00DA223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6258CBF3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4D020A7A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361C"/>
    <w:rsid w:val="00077060"/>
    <w:rsid w:val="00086B78"/>
    <w:rsid w:val="00097793"/>
    <w:rsid w:val="000A412D"/>
    <w:rsid w:val="000B5E1C"/>
    <w:rsid w:val="000E23A7"/>
    <w:rsid w:val="000E6A03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015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A54CC"/>
    <w:rsid w:val="005B219F"/>
    <w:rsid w:val="005D2E61"/>
    <w:rsid w:val="005D7E39"/>
    <w:rsid w:val="005F1404"/>
    <w:rsid w:val="00607EAC"/>
    <w:rsid w:val="0061068E"/>
    <w:rsid w:val="00613242"/>
    <w:rsid w:val="00613926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2805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2975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13016"/>
    <w:rsid w:val="00D21061"/>
    <w:rsid w:val="00D247B3"/>
    <w:rsid w:val="00D4108E"/>
    <w:rsid w:val="00D6163D"/>
    <w:rsid w:val="00D73D46"/>
    <w:rsid w:val="00D831A3"/>
    <w:rsid w:val="00DA223C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7</Pages>
  <Words>1142</Words>
  <Characters>6740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Pluhařová Lenka</cp:lastModifiedBy>
  <cp:revision>85</cp:revision>
  <cp:lastPrinted>2023-10-05T09:40:00Z</cp:lastPrinted>
  <dcterms:created xsi:type="dcterms:W3CDTF">2023-08-21T11:49:00Z</dcterms:created>
  <dcterms:modified xsi:type="dcterms:W3CDTF">2025-08-25T11:24:00Z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